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030CF" w14:textId="5E47C800" w:rsidR="009F392E" w:rsidRDefault="00787523" w:rsidP="00F0533E">
      <w:pPr>
        <w:rPr>
          <w:noProof/>
        </w:rPr>
      </w:pPr>
      <w:r w:rsidRPr="0055223F">
        <w:rPr>
          <w:noProof/>
        </w:rPr>
        <w:t xml:space="preserve">Příloha č. </w:t>
      </w:r>
      <w:r w:rsidR="00BC6A58">
        <w:rPr>
          <w:noProof/>
        </w:rPr>
        <w:t>4</w:t>
      </w:r>
      <w:r w:rsidR="00B85B4C" w:rsidRPr="0055223F">
        <w:rPr>
          <w:noProof/>
        </w:rPr>
        <w:t xml:space="preserve"> Smlouvy</w:t>
      </w:r>
      <w:r w:rsidR="00780AEA">
        <w:rPr>
          <w:noProof/>
        </w:rPr>
        <w:t xml:space="preserve"> </w:t>
      </w:r>
    </w:p>
    <w:p w14:paraId="137D6871" w14:textId="77777777" w:rsidR="00B85B4C" w:rsidRDefault="00B85B4C" w:rsidP="009611F2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3969"/>
        <w:gridCol w:w="3168"/>
      </w:tblGrid>
      <w:tr w:rsidR="002971F8" w:rsidRPr="00FD23CD" w14:paraId="11AC0DF4" w14:textId="4D17619F" w:rsidTr="008903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1C7876" w14:textId="77777777" w:rsidR="002971F8" w:rsidRPr="009611F2" w:rsidRDefault="002971F8" w:rsidP="00113508">
            <w:pPr>
              <w:spacing w:after="24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Pozice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4636A9" w14:textId="77777777" w:rsidR="002971F8" w:rsidRPr="009611F2" w:rsidRDefault="002971F8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Kontaktní údaje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08E56F" w14:textId="36472C13" w:rsidR="002971F8" w:rsidRPr="009611F2" w:rsidRDefault="002971F8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>Činnosti prováděné členem Realizačního týmu</w:t>
            </w:r>
          </w:p>
        </w:tc>
      </w:tr>
      <w:tr w:rsidR="002971F8" w:rsidRPr="00FD23CD" w14:paraId="3970FE79" w14:textId="1156908B" w:rsidTr="00890321">
        <w:trPr>
          <w:trHeight w:val="1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28D" w14:textId="0E00B7C2" w:rsidR="002971F8" w:rsidRPr="001E785A" w:rsidRDefault="00BC6A58" w:rsidP="00C10873">
            <w:pPr>
              <w:rPr>
                <w:b/>
                <w:bCs/>
                <w:highlight w:val="green"/>
                <w:lang w:eastAsia="cs-CZ"/>
              </w:rPr>
            </w:pPr>
            <w:r>
              <w:rPr>
                <w:b/>
                <w:bCs/>
                <w:lang w:eastAsia="cs-CZ"/>
              </w:rPr>
              <w:t>Specialista na mosty a inženýrské konstrukce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BC29" w14:textId="2E9A73DB" w:rsidR="002971F8" w:rsidRPr="003F04AF" w:rsidRDefault="002971F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>
              <w:rPr>
                <w:rFonts w:asciiTheme="majorHAnsi" w:hAnsiTheme="majorHAnsi"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C39A1B8" w14:textId="5B3A2BD4" w:rsidR="002971F8" w:rsidRPr="003F04AF" w:rsidRDefault="002971F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32DFCC5A" w14:textId="729863D1" w:rsidR="002971F8" w:rsidRPr="003F04AF" w:rsidRDefault="002971F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E755" w14:textId="25D35049" w:rsidR="002971F8" w:rsidRPr="000E5CAE" w:rsidRDefault="00890321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890321">
              <w:rPr>
                <w:rFonts w:asciiTheme="majorHAnsi" w:hAnsiTheme="majorHAnsi"/>
                <w:color w:val="000000"/>
              </w:rPr>
              <w:t>Hlavní koordinátor realizačního týmu. Odevzdává výstupy Objednateli. Je účasten všech jednání s Objednatelem, pokud Objednavatel nestanoví jinak.</w:t>
            </w:r>
          </w:p>
        </w:tc>
      </w:tr>
      <w:tr w:rsidR="00BC6A58" w:rsidRPr="00FD23CD" w14:paraId="4BA07572" w14:textId="77777777" w:rsidTr="00890321">
        <w:trPr>
          <w:trHeight w:val="1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37FF" w14:textId="239B7895" w:rsidR="00BC6A58" w:rsidRDefault="00BC6A58" w:rsidP="00C10873">
            <w:pPr>
              <w:rPr>
                <w:b/>
                <w:bCs/>
                <w:lang w:eastAsia="cs-CZ"/>
              </w:rPr>
            </w:pPr>
            <w:r w:rsidRPr="00ED3E1D">
              <w:rPr>
                <w:rStyle w:val="Siln"/>
              </w:rPr>
              <w:t>Specialista v oboru zkoušení a diagnostika staveb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4F34" w14:textId="77777777" w:rsidR="00BC6A58" w:rsidRPr="003F04AF" w:rsidRDefault="00BC6A58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>
              <w:rPr>
                <w:rFonts w:asciiTheme="majorHAnsi" w:hAnsiTheme="majorHAnsi"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AD84261" w14:textId="77777777" w:rsidR="00BC6A58" w:rsidRPr="003F04AF" w:rsidRDefault="00BC6A58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387F0BA0" w14:textId="75773776" w:rsidR="00BC6A58" w:rsidRPr="000E5CAE" w:rsidRDefault="00BC6A58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D8BB" w14:textId="06172528" w:rsidR="00BC6A58" w:rsidRDefault="00890321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0321">
              <w:t>Dohlíží na celou experimentální část (návrh, realizaci, vyhodnocení, výstupy). Je přítomen u jednání s Objednatelem týkající</w:t>
            </w:r>
            <w:r>
              <w:t>ch</w:t>
            </w:r>
            <w:r w:rsidRPr="00890321">
              <w:t xml:space="preserve"> se experimentální části.</w:t>
            </w:r>
          </w:p>
        </w:tc>
      </w:tr>
      <w:tr w:rsidR="00BC6A58" w:rsidRPr="00FD23CD" w14:paraId="3981B85A" w14:textId="77777777" w:rsidTr="00890321">
        <w:trPr>
          <w:trHeight w:val="1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17AD" w14:textId="26380740" w:rsidR="00BC6A58" w:rsidRDefault="00890321" w:rsidP="00C10873">
            <w:pPr>
              <w:rPr>
                <w:b/>
                <w:bCs/>
                <w:lang w:eastAsia="cs-CZ"/>
              </w:rPr>
            </w:pPr>
            <w:r>
              <w:rPr>
                <w:b/>
                <w:bCs/>
              </w:rPr>
              <w:t>Specialista v oboru protikorozní ochrana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9ADB" w14:textId="77777777" w:rsidR="00BC6A58" w:rsidRPr="003F04AF" w:rsidRDefault="00BC6A58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>
              <w:rPr>
                <w:rFonts w:asciiTheme="majorHAnsi" w:hAnsiTheme="majorHAnsi"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481CC077" w14:textId="77777777" w:rsidR="00BC6A58" w:rsidRPr="003F04AF" w:rsidRDefault="00BC6A58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4A6F5A2" w14:textId="12106748" w:rsidR="00BC6A58" w:rsidRPr="000E5CAE" w:rsidRDefault="00BC6A58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FAA7" w14:textId="5EA9F4F5" w:rsidR="00BC6A58" w:rsidRDefault="00890321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0321">
              <w:t>Spolupracuje se specialistou na mosty a inženýrské konstrukce a se specialistou v oboru zkoušení a diagnostiky staveb. Je s ním konzultována experimentální část a vyjadřuje se ke konkrétním typovým detailům z pohledu rizika korozního napadení.</w:t>
            </w:r>
          </w:p>
        </w:tc>
      </w:tr>
      <w:tr w:rsidR="00BC6A58" w:rsidRPr="00FD23CD" w14:paraId="0970A013" w14:textId="77777777" w:rsidTr="00890321">
        <w:trPr>
          <w:trHeight w:val="1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F79E" w14:textId="01EDB788" w:rsidR="00BC6A58" w:rsidRDefault="00890321" w:rsidP="00C10873">
            <w:pPr>
              <w:rPr>
                <w:b/>
                <w:bCs/>
                <w:lang w:eastAsia="cs-CZ"/>
              </w:rPr>
            </w:pPr>
            <w:r w:rsidRPr="00890321">
              <w:rPr>
                <w:b/>
                <w:bCs/>
              </w:rPr>
              <w:t>Specialista nedestruktivního zkoušení ocelových konstrukcí: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EC49" w14:textId="56C3A4E6" w:rsidR="00205B2B" w:rsidRPr="00B07FFC" w:rsidRDefault="00B07FFC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000000"/>
              </w:rPr>
            </w:pPr>
            <w:r w:rsidRPr="00B07FFC">
              <w:rPr>
                <w:rFonts w:asciiTheme="majorHAnsi" w:hAnsiTheme="majorHAnsi"/>
                <w:b/>
                <w:bCs/>
                <w:color w:val="000000"/>
              </w:rPr>
              <w:t>s</w:t>
            </w:r>
            <w:r w:rsidR="00205B2B" w:rsidRPr="00B07FFC">
              <w:rPr>
                <w:rFonts w:asciiTheme="majorHAnsi" w:hAnsiTheme="majorHAnsi"/>
                <w:b/>
                <w:bCs/>
                <w:color w:val="000000"/>
              </w:rPr>
              <w:t xml:space="preserve"> certifikací pro povrchové vady:</w:t>
            </w:r>
          </w:p>
          <w:p w14:paraId="1A56E4AA" w14:textId="51694C32" w:rsidR="00BC6A58" w:rsidRPr="003F04AF" w:rsidRDefault="00BC6A58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>
              <w:rPr>
                <w:rFonts w:asciiTheme="majorHAnsi" w:hAnsiTheme="majorHAnsi"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28F0761" w14:textId="77777777" w:rsidR="00BC6A58" w:rsidRPr="003F04AF" w:rsidRDefault="00BC6A58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A5CF0C9" w14:textId="77777777" w:rsidR="00BC6A58" w:rsidRDefault="00BC6A58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lastRenderedPageBreak/>
              <w:t>E-mail: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B041918" w14:textId="6D21C3F0" w:rsidR="00205B2B" w:rsidRPr="00B07FFC" w:rsidRDefault="00B07FFC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lang w:eastAsia="cs-CZ"/>
              </w:rPr>
            </w:pPr>
            <w:r w:rsidRPr="00B07FFC">
              <w:rPr>
                <w:rFonts w:asciiTheme="majorHAnsi" w:hAnsiTheme="majorHAnsi"/>
                <w:b/>
                <w:bCs/>
                <w:lang w:eastAsia="cs-CZ"/>
              </w:rPr>
              <w:t>s</w:t>
            </w:r>
            <w:r w:rsidR="00205B2B" w:rsidRPr="00B07FFC">
              <w:rPr>
                <w:rFonts w:asciiTheme="majorHAnsi" w:hAnsiTheme="majorHAnsi"/>
                <w:b/>
                <w:bCs/>
                <w:lang w:eastAsia="cs-CZ"/>
              </w:rPr>
              <w:t> certifikací pro vnitřní vady:</w:t>
            </w:r>
          </w:p>
          <w:p w14:paraId="63A43A16" w14:textId="77777777" w:rsidR="00205B2B" w:rsidRPr="003F04AF" w:rsidRDefault="00205B2B" w:rsidP="00205B2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>
              <w:rPr>
                <w:rFonts w:asciiTheme="majorHAnsi" w:hAnsiTheme="majorHAnsi"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E55495E" w14:textId="77777777" w:rsidR="00205B2B" w:rsidRPr="003F04AF" w:rsidRDefault="00205B2B" w:rsidP="00205B2B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3F0A120F" w14:textId="3E3D6E87" w:rsidR="00205B2B" w:rsidRPr="00205B2B" w:rsidRDefault="00205B2B" w:rsidP="00BC6A5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A2FE" w14:textId="07A9F4CD" w:rsidR="00BC6A58" w:rsidRDefault="00890321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0321">
              <w:lastRenderedPageBreak/>
              <w:t xml:space="preserve">Spolupracuje se specialistou v oboru zkoušení a diagnostiky staveb. Navrhuje, provádí a </w:t>
            </w:r>
            <w:r w:rsidRPr="00890321">
              <w:lastRenderedPageBreak/>
              <w:t>vyhodnocuje konkrétní zkoušky, které pokrývá jeho certifikace.</w:t>
            </w:r>
          </w:p>
        </w:tc>
      </w:tr>
      <w:tr w:rsidR="00890321" w:rsidRPr="00FD23CD" w14:paraId="69D37ACF" w14:textId="77777777" w:rsidTr="00890321">
        <w:trPr>
          <w:trHeight w:val="1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5E84" w14:textId="02989FE5" w:rsidR="00890321" w:rsidRPr="00890321" w:rsidRDefault="00890321" w:rsidP="00890321">
            <w:pPr>
              <w:rPr>
                <w:b/>
                <w:bCs/>
              </w:rPr>
            </w:pPr>
            <w:r w:rsidRPr="00890321">
              <w:rPr>
                <w:b/>
                <w:bCs/>
              </w:rPr>
              <w:lastRenderedPageBreak/>
              <w:t>Osoba odborně způsobilá dle předpisu SŽ Zam1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ED4A" w14:textId="77777777" w:rsidR="00890321" w:rsidRPr="003F04AF" w:rsidRDefault="00890321" w:rsidP="0089032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  <w:r>
              <w:rPr>
                <w:rFonts w:asciiTheme="majorHAnsi" w:hAnsiTheme="majorHAnsi"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0EE291D" w14:textId="77777777" w:rsidR="00890321" w:rsidRPr="003F04AF" w:rsidRDefault="00890321" w:rsidP="0089032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046DBCD" w14:textId="7BAC39D6" w:rsidR="00890321" w:rsidRPr="000E5CAE" w:rsidRDefault="00890321" w:rsidP="0089032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060B" w14:textId="0BE2AD05" w:rsidR="00890321" w:rsidRPr="00890321" w:rsidRDefault="00890321" w:rsidP="00890321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0321">
              <w:t>Je přítomna při vstupu realizačního týmu do provozované trati.</w:t>
            </w:r>
          </w:p>
        </w:tc>
      </w:tr>
    </w:tbl>
    <w:p w14:paraId="1F2879BD" w14:textId="77777777" w:rsidR="00B85B4C" w:rsidRDefault="00B85B4C" w:rsidP="00F0533E">
      <w:pPr>
        <w:rPr>
          <w:b/>
          <w:u w:val="single"/>
        </w:rPr>
      </w:pPr>
    </w:p>
    <w:p w14:paraId="484CAF6E" w14:textId="74952D82" w:rsidR="00345DAA" w:rsidRPr="00394084" w:rsidRDefault="00345DAA" w:rsidP="00F0533E">
      <w:pPr>
        <w:rPr>
          <w:bCs/>
          <w:i/>
          <w:iCs/>
        </w:rPr>
      </w:pPr>
      <w:r w:rsidRPr="00394084">
        <w:rPr>
          <w:bCs/>
          <w:i/>
          <w:iCs/>
          <w:highlight w:val="green"/>
        </w:rPr>
        <w:t>pozn.: V případě více členů realizačního týmu doplní Zhotovitel tabulku o příslušný počet polí.</w:t>
      </w:r>
    </w:p>
    <w:sectPr w:rsidR="00345DAA" w:rsidRPr="00394084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6D6F1" w14:textId="77777777" w:rsidR="00A738BF" w:rsidRDefault="00A738BF" w:rsidP="00962258">
      <w:pPr>
        <w:spacing w:after="0" w:line="240" w:lineRule="auto"/>
      </w:pPr>
      <w:r>
        <w:separator/>
      </w:r>
    </w:p>
  </w:endnote>
  <w:endnote w:type="continuationSeparator" w:id="0">
    <w:p w14:paraId="2B5615BA" w14:textId="77777777" w:rsidR="00A738BF" w:rsidRDefault="00A738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92DF" w14:textId="77777777" w:rsidR="007F1B30" w:rsidRDefault="007F1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38C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BED41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1DC66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F4E7F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8D86C" w14:textId="77777777" w:rsidR="00F1715C" w:rsidRDefault="00F1715C" w:rsidP="00D831A3">
          <w:pPr>
            <w:pStyle w:val="Zpat"/>
          </w:pPr>
        </w:p>
      </w:tc>
    </w:tr>
  </w:tbl>
  <w:p w14:paraId="19A493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95A5CC" wp14:editId="62064C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65C13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B04467" wp14:editId="533CE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81458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75AF0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567E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147BF38" w14:textId="77777777" w:rsidR="00F1715C" w:rsidRDefault="00F1715C" w:rsidP="009611F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7F9CAF" w14:textId="77777777" w:rsidR="00F1715C" w:rsidRDefault="00F1715C" w:rsidP="009611F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2AAE181" w14:textId="77777777" w:rsidR="00F1715C" w:rsidRDefault="00F1715C" w:rsidP="009611F2">
          <w:pPr>
            <w:pStyle w:val="Zpat"/>
            <w:jc w:val="left"/>
          </w:pPr>
          <w:r>
            <w:t>Sídlo: Dlážděná 1003/7, 110 00 Praha 1</w:t>
          </w:r>
        </w:p>
        <w:p w14:paraId="0099FC7E" w14:textId="77777777" w:rsidR="00F1715C" w:rsidRDefault="00F1715C" w:rsidP="009611F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780D18" w14:textId="77777777" w:rsidR="00F1715C" w:rsidRDefault="00FD4FD7" w:rsidP="009611F2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9B28B6" w14:textId="77777777" w:rsidR="00F1715C" w:rsidRDefault="00F1715C" w:rsidP="00460660">
          <w:pPr>
            <w:pStyle w:val="Zpat"/>
          </w:pPr>
        </w:p>
      </w:tc>
    </w:tr>
  </w:tbl>
  <w:p w14:paraId="0AC8D7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1CAF68D" wp14:editId="12616A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F959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2C2F55" wp14:editId="4020A5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7397E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CF3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50E75" w14:textId="77777777" w:rsidR="00A738BF" w:rsidRDefault="00A738BF" w:rsidP="00962258">
      <w:pPr>
        <w:spacing w:after="0" w:line="240" w:lineRule="auto"/>
      </w:pPr>
      <w:r>
        <w:separator/>
      </w:r>
    </w:p>
  </w:footnote>
  <w:footnote w:type="continuationSeparator" w:id="0">
    <w:p w14:paraId="0AD4989C" w14:textId="77777777" w:rsidR="00A738BF" w:rsidRDefault="00A738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E924" w14:textId="79399025" w:rsidR="007F1B30" w:rsidRDefault="007F1B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0C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B12F31" w14:textId="05F3E8E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06C3A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2F9EB9D" w14:textId="77777777" w:rsidR="00F1715C" w:rsidRPr="00D6163D" w:rsidRDefault="00F1715C" w:rsidP="00D6163D">
          <w:pPr>
            <w:pStyle w:val="Druhdokumentu"/>
          </w:pPr>
        </w:p>
      </w:tc>
    </w:tr>
  </w:tbl>
  <w:p w14:paraId="4CC2360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78F18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113CFF" w14:textId="760A588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45DB84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A73A475" w14:textId="77777777" w:rsidR="00F1715C" w:rsidRPr="00D6163D" w:rsidRDefault="00F1715C" w:rsidP="00FC6389">
          <w:pPr>
            <w:pStyle w:val="Druhdokumentu"/>
          </w:pPr>
        </w:p>
      </w:tc>
    </w:tr>
    <w:tr w:rsidR="009F392E" w14:paraId="5DFCFC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7D767E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DBA76F8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72BE58" w14:textId="77777777" w:rsidR="009F392E" w:rsidRPr="00D6163D" w:rsidRDefault="009F392E" w:rsidP="00FC6389">
          <w:pPr>
            <w:pStyle w:val="Druhdokumentu"/>
          </w:pPr>
        </w:p>
      </w:tc>
    </w:tr>
  </w:tbl>
  <w:p w14:paraId="4D7FEA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9EF7BC" wp14:editId="6492E0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528C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77683907">
    <w:abstractNumId w:val="2"/>
  </w:num>
  <w:num w:numId="2" w16cid:durableId="1295529440">
    <w:abstractNumId w:val="1"/>
  </w:num>
  <w:num w:numId="3" w16cid:durableId="13396240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32998">
    <w:abstractNumId w:val="7"/>
  </w:num>
  <w:num w:numId="5" w16cid:durableId="1931615803">
    <w:abstractNumId w:val="3"/>
  </w:num>
  <w:num w:numId="6" w16cid:durableId="1864975029">
    <w:abstractNumId w:val="4"/>
  </w:num>
  <w:num w:numId="7" w16cid:durableId="674696937">
    <w:abstractNumId w:val="0"/>
  </w:num>
  <w:num w:numId="8" w16cid:durableId="857891781">
    <w:abstractNumId w:val="5"/>
  </w:num>
  <w:num w:numId="9" w16cid:durableId="13138722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9411101">
    <w:abstractNumId w:val="4"/>
  </w:num>
  <w:num w:numId="11" w16cid:durableId="712997451">
    <w:abstractNumId w:val="1"/>
  </w:num>
  <w:num w:numId="12" w16cid:durableId="16201203">
    <w:abstractNumId w:val="4"/>
  </w:num>
  <w:num w:numId="13" w16cid:durableId="1535579173">
    <w:abstractNumId w:val="4"/>
  </w:num>
  <w:num w:numId="14" w16cid:durableId="215361219">
    <w:abstractNumId w:val="4"/>
  </w:num>
  <w:num w:numId="15" w16cid:durableId="1921713584">
    <w:abstractNumId w:val="4"/>
  </w:num>
  <w:num w:numId="16" w16cid:durableId="247153998">
    <w:abstractNumId w:val="8"/>
  </w:num>
  <w:num w:numId="17" w16cid:durableId="1235241301">
    <w:abstractNumId w:val="2"/>
  </w:num>
  <w:num w:numId="18" w16cid:durableId="1446580440">
    <w:abstractNumId w:val="8"/>
  </w:num>
  <w:num w:numId="19" w16cid:durableId="1276062242">
    <w:abstractNumId w:val="8"/>
  </w:num>
  <w:num w:numId="20" w16cid:durableId="646057673">
    <w:abstractNumId w:val="8"/>
  </w:num>
  <w:num w:numId="21" w16cid:durableId="999887136">
    <w:abstractNumId w:val="8"/>
  </w:num>
  <w:num w:numId="22" w16cid:durableId="2047022727">
    <w:abstractNumId w:val="4"/>
  </w:num>
  <w:num w:numId="23" w16cid:durableId="1465930095">
    <w:abstractNumId w:val="1"/>
  </w:num>
  <w:num w:numId="24" w16cid:durableId="1357194534">
    <w:abstractNumId w:val="4"/>
  </w:num>
  <w:num w:numId="25" w16cid:durableId="1184202465">
    <w:abstractNumId w:val="4"/>
  </w:num>
  <w:num w:numId="26" w16cid:durableId="1093016566">
    <w:abstractNumId w:val="4"/>
  </w:num>
  <w:num w:numId="27" w16cid:durableId="997683991">
    <w:abstractNumId w:val="4"/>
  </w:num>
  <w:num w:numId="28" w16cid:durableId="1991322786">
    <w:abstractNumId w:val="8"/>
  </w:num>
  <w:num w:numId="29" w16cid:durableId="1766655596">
    <w:abstractNumId w:val="2"/>
  </w:num>
  <w:num w:numId="30" w16cid:durableId="1308167733">
    <w:abstractNumId w:val="8"/>
  </w:num>
  <w:num w:numId="31" w16cid:durableId="156963728">
    <w:abstractNumId w:val="8"/>
  </w:num>
  <w:num w:numId="32" w16cid:durableId="165443950">
    <w:abstractNumId w:val="8"/>
  </w:num>
  <w:num w:numId="33" w16cid:durableId="167988527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109E"/>
    <w:rsid w:val="000547E9"/>
    <w:rsid w:val="00072C1E"/>
    <w:rsid w:val="000E23A7"/>
    <w:rsid w:val="0010693F"/>
    <w:rsid w:val="00114472"/>
    <w:rsid w:val="00133D1B"/>
    <w:rsid w:val="00133E24"/>
    <w:rsid w:val="001550BC"/>
    <w:rsid w:val="001605B9"/>
    <w:rsid w:val="00170EC5"/>
    <w:rsid w:val="001747C1"/>
    <w:rsid w:val="00184743"/>
    <w:rsid w:val="001C0B53"/>
    <w:rsid w:val="001E785A"/>
    <w:rsid w:val="0020011E"/>
    <w:rsid w:val="00205B2B"/>
    <w:rsid w:val="00207DF5"/>
    <w:rsid w:val="00223172"/>
    <w:rsid w:val="00233D18"/>
    <w:rsid w:val="00280E07"/>
    <w:rsid w:val="00295D11"/>
    <w:rsid w:val="002971F8"/>
    <w:rsid w:val="002C31BF"/>
    <w:rsid w:val="002D08B1"/>
    <w:rsid w:val="002E0CD7"/>
    <w:rsid w:val="002F3550"/>
    <w:rsid w:val="003161B0"/>
    <w:rsid w:val="00341DCF"/>
    <w:rsid w:val="00345DAA"/>
    <w:rsid w:val="00347277"/>
    <w:rsid w:val="00357BC6"/>
    <w:rsid w:val="00372018"/>
    <w:rsid w:val="00394084"/>
    <w:rsid w:val="003956C6"/>
    <w:rsid w:val="003F04A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7958"/>
    <w:rsid w:val="004F20BC"/>
    <w:rsid w:val="004F4B9B"/>
    <w:rsid w:val="004F69EA"/>
    <w:rsid w:val="00511AB9"/>
    <w:rsid w:val="00523EA7"/>
    <w:rsid w:val="0055223F"/>
    <w:rsid w:val="00553375"/>
    <w:rsid w:val="00557C28"/>
    <w:rsid w:val="005736B7"/>
    <w:rsid w:val="00575E5A"/>
    <w:rsid w:val="005E1136"/>
    <w:rsid w:val="005F1404"/>
    <w:rsid w:val="0061068E"/>
    <w:rsid w:val="00616232"/>
    <w:rsid w:val="00660AD3"/>
    <w:rsid w:val="00677B7F"/>
    <w:rsid w:val="006A5570"/>
    <w:rsid w:val="006A6222"/>
    <w:rsid w:val="006A689C"/>
    <w:rsid w:val="006B3D79"/>
    <w:rsid w:val="006D7AFE"/>
    <w:rsid w:val="006E0578"/>
    <w:rsid w:val="006E314D"/>
    <w:rsid w:val="006E5061"/>
    <w:rsid w:val="00705F8F"/>
    <w:rsid w:val="00710723"/>
    <w:rsid w:val="00723ED1"/>
    <w:rsid w:val="00742671"/>
    <w:rsid w:val="00743525"/>
    <w:rsid w:val="0076286B"/>
    <w:rsid w:val="00766846"/>
    <w:rsid w:val="0077673A"/>
    <w:rsid w:val="00780AEA"/>
    <w:rsid w:val="007846E1"/>
    <w:rsid w:val="00787523"/>
    <w:rsid w:val="007B570C"/>
    <w:rsid w:val="007C589B"/>
    <w:rsid w:val="007E4A6E"/>
    <w:rsid w:val="007F1B30"/>
    <w:rsid w:val="007F56A7"/>
    <w:rsid w:val="00807DD0"/>
    <w:rsid w:val="00812B9C"/>
    <w:rsid w:val="00832767"/>
    <w:rsid w:val="008659F3"/>
    <w:rsid w:val="00886D4B"/>
    <w:rsid w:val="00890321"/>
    <w:rsid w:val="00893F85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11F2"/>
    <w:rsid w:val="00961E0C"/>
    <w:rsid w:val="00962258"/>
    <w:rsid w:val="009678B7"/>
    <w:rsid w:val="009833E1"/>
    <w:rsid w:val="00992D9C"/>
    <w:rsid w:val="00996CB8"/>
    <w:rsid w:val="009B14A9"/>
    <w:rsid w:val="009B2E97"/>
    <w:rsid w:val="009B47CE"/>
    <w:rsid w:val="009E07F4"/>
    <w:rsid w:val="009F392E"/>
    <w:rsid w:val="00A1634C"/>
    <w:rsid w:val="00A6177B"/>
    <w:rsid w:val="00A66136"/>
    <w:rsid w:val="00A738BF"/>
    <w:rsid w:val="00A93F16"/>
    <w:rsid w:val="00AA4CBB"/>
    <w:rsid w:val="00AA65FA"/>
    <w:rsid w:val="00AA7351"/>
    <w:rsid w:val="00AD056F"/>
    <w:rsid w:val="00AD6731"/>
    <w:rsid w:val="00B07FFC"/>
    <w:rsid w:val="00B15D0D"/>
    <w:rsid w:val="00B75EE1"/>
    <w:rsid w:val="00B77481"/>
    <w:rsid w:val="00B8518B"/>
    <w:rsid w:val="00B85B4C"/>
    <w:rsid w:val="00B905C8"/>
    <w:rsid w:val="00BB7125"/>
    <w:rsid w:val="00BC6A58"/>
    <w:rsid w:val="00BD580A"/>
    <w:rsid w:val="00BD7E91"/>
    <w:rsid w:val="00BE2D2D"/>
    <w:rsid w:val="00BE2F69"/>
    <w:rsid w:val="00C02D0A"/>
    <w:rsid w:val="00C03A6E"/>
    <w:rsid w:val="00C10873"/>
    <w:rsid w:val="00C170A4"/>
    <w:rsid w:val="00C44F6A"/>
    <w:rsid w:val="00C47AE3"/>
    <w:rsid w:val="00C56E1F"/>
    <w:rsid w:val="00CD1FC4"/>
    <w:rsid w:val="00D21061"/>
    <w:rsid w:val="00D4108E"/>
    <w:rsid w:val="00D6163D"/>
    <w:rsid w:val="00D73D46"/>
    <w:rsid w:val="00D831A3"/>
    <w:rsid w:val="00DC75F3"/>
    <w:rsid w:val="00DD46F3"/>
    <w:rsid w:val="00DE134B"/>
    <w:rsid w:val="00DE56F2"/>
    <w:rsid w:val="00DF116D"/>
    <w:rsid w:val="00E36C4A"/>
    <w:rsid w:val="00EA45F6"/>
    <w:rsid w:val="00EB104F"/>
    <w:rsid w:val="00ED14BD"/>
    <w:rsid w:val="00F0533E"/>
    <w:rsid w:val="00F1048D"/>
    <w:rsid w:val="00F12DEC"/>
    <w:rsid w:val="00F165A8"/>
    <w:rsid w:val="00F1715C"/>
    <w:rsid w:val="00F23973"/>
    <w:rsid w:val="00F310F8"/>
    <w:rsid w:val="00F330A2"/>
    <w:rsid w:val="00F33D50"/>
    <w:rsid w:val="00F35939"/>
    <w:rsid w:val="00F36597"/>
    <w:rsid w:val="00F45607"/>
    <w:rsid w:val="00F46FD6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3EDE65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87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108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10873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C10873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10873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1087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2B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2B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2B9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B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B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2357D5-7716-43A6-B78C-12C8CAE3F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1DEAA0-D3BB-4B4F-836B-C00F5720EC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2025-11-06T08:43:00Z</cp:lastPrinted>
  <dcterms:created xsi:type="dcterms:W3CDTF">2025-11-06T08:42:00Z</dcterms:created>
  <dcterms:modified xsi:type="dcterms:W3CDTF">2025-11-06T08:43:00Z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